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3F5" w:rsidRDefault="00BB1D6C" w:rsidP="003D31CC">
      <w:pPr>
        <w:tabs>
          <w:tab w:val="left" w:pos="8565"/>
        </w:tabs>
        <w:outlineLvl w:val="0"/>
        <w:rPr>
          <w:rFonts w:ascii="Calibri" w:hAnsi="Calibri" w:cs="Calibri"/>
          <w:sz w:val="22"/>
        </w:rPr>
      </w:pPr>
      <w:r>
        <w:rPr>
          <w:rFonts w:ascii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3A2A677" wp14:editId="41D90649">
                <wp:simplePos x="0" y="0"/>
                <wp:positionH relativeFrom="margin">
                  <wp:align>right</wp:align>
                </wp:positionH>
                <wp:positionV relativeFrom="paragraph">
                  <wp:posOffset>-234239</wp:posOffset>
                </wp:positionV>
                <wp:extent cx="6829425" cy="8001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1D6C" w:rsidRPr="0021511C" w:rsidRDefault="00BB1D6C" w:rsidP="00BB1D6C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</w:pPr>
                                <w:r w:rsidRPr="0021511C">
                                  <w:t>Name: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tab/>
                                </w:r>
                                <w:r>
                                  <w:t>HW57_Circle and Triangle Quiz Review</w:t>
                                </w:r>
                              </w:p>
                              <w:p w:rsidR="00BB1D6C" w:rsidRPr="00311F19" w:rsidRDefault="00BB1D6C" w:rsidP="00BB1D6C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rPr>
                                    <w:i/>
                                    <w:u w:val="single"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Mr. Tiénou-Gustafson &amp; Mr. Bielmeier</w:t>
                                </w:r>
                              </w:p>
                              <w:p w:rsidR="00BB1D6C" w:rsidRPr="0021511C" w:rsidRDefault="00BB1D6C" w:rsidP="00BB1D6C">
                                <w:pPr>
                                  <w:pStyle w:val="Header"/>
                                  <w:tabs>
                                    <w:tab w:val="right" w:pos="2790"/>
                                  </w:tabs>
                                </w:pPr>
                                <w:r>
                                  <w:t>Geometry</w:t>
                                </w:r>
                                <w:r w:rsidRPr="0021511C">
                                  <w:t>, Period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:rsidR="00BB1D6C" w:rsidRPr="0021511C" w:rsidRDefault="00BB1D6C" w:rsidP="00BB1D6C">
                                <w:pPr>
                                  <w:tabs>
                                    <w:tab w:val="right" w:pos="2790"/>
                                  </w:tabs>
                                </w:pPr>
                                <w:r w:rsidRPr="0021511C">
                                  <w:t>Due Date: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u w:val="single"/>
                                  </w:rPr>
                                  <w:t>Nov 17</w:t>
                                </w:r>
                                <w:r w:rsidRPr="00BB1D6C">
                                  <w:rPr>
                                    <w:u w:val="single"/>
                                    <w:vertAlign w:val="superscript"/>
                                  </w:rPr>
                                  <w:t>th</w:t>
                                </w:r>
                                <w:r>
                                  <w:rPr>
                                    <w:u w:val="single"/>
                                  </w:rPr>
                                  <w:t>, 2014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BB1D6C" w:rsidRPr="001B09FE" w:rsidRDefault="00BB1D6C" w:rsidP="00BB1D6C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BB1D6C" w:rsidRPr="001B09FE" w:rsidRDefault="00BB1D6C" w:rsidP="00BB1D6C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2A677" id="Group 1" o:spid="_x0000_s1026" style="position:absolute;margin-left:486.55pt;margin-top:-18.45pt;width:537.75pt;height:63pt;z-index:251658240;mso-position-horizontal:right;mso-position-horizontal-relative:margin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BB1D6C" w:rsidRPr="0021511C" w:rsidRDefault="00BB1D6C" w:rsidP="00BB1D6C">
                          <w:pPr>
                            <w:tabs>
                              <w:tab w:val="right" w:pos="5580"/>
                              <w:tab w:val="right" w:pos="9720"/>
                            </w:tabs>
                          </w:pPr>
                          <w:r w:rsidRPr="0021511C">
                            <w:t>Name: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  <w:r w:rsidRPr="0021511C">
                            <w:tab/>
                          </w:r>
                          <w:r>
                            <w:t>HW57_Circle and Triangle Quiz Review</w:t>
                          </w:r>
                        </w:p>
                        <w:p w:rsidR="00BB1D6C" w:rsidRPr="00311F19" w:rsidRDefault="00BB1D6C" w:rsidP="00BB1D6C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rPr>
                              <w:i/>
                              <w:u w:val="single"/>
                            </w:rPr>
                          </w:pPr>
                          <w:r>
                            <w:rPr>
                              <w:i/>
                            </w:rPr>
                            <w:t>Mr. Tiénou-Gustafson &amp; Mr. Bielmeier</w:t>
                          </w:r>
                        </w:p>
                        <w:p w:rsidR="00BB1D6C" w:rsidRPr="0021511C" w:rsidRDefault="00BB1D6C" w:rsidP="00BB1D6C">
                          <w:pPr>
                            <w:pStyle w:val="Header"/>
                            <w:tabs>
                              <w:tab w:val="right" w:pos="2790"/>
                            </w:tabs>
                          </w:pPr>
                          <w:r>
                            <w:t>Geometry</w:t>
                          </w:r>
                          <w:r w:rsidRPr="0021511C">
                            <w:t>, Period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  <w:p w:rsidR="00BB1D6C" w:rsidRPr="0021511C" w:rsidRDefault="00BB1D6C" w:rsidP="00BB1D6C">
                          <w:pPr>
                            <w:tabs>
                              <w:tab w:val="right" w:pos="2790"/>
                            </w:tabs>
                          </w:pPr>
                          <w:r w:rsidRPr="0021511C">
                            <w:t>Due Date: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>Nov 17</w:t>
                          </w:r>
                          <w:r w:rsidRPr="00BB1D6C">
                            <w:rPr>
                              <w:u w:val="single"/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u w:val="single"/>
                            </w:rPr>
                            <w:t>, 2014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BB1D6C" w:rsidRPr="001B09FE" w:rsidRDefault="00BB1D6C" w:rsidP="00BB1D6C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BB1D6C" w:rsidRPr="001B09FE" w:rsidRDefault="00BB1D6C" w:rsidP="00BB1D6C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EZcDDAAAA2gAAAA8AAABkcnMvZG93bnJldi54bWxEj0FrwkAUhO9C/8PyCt50o5WgqatYqWgP&#10;PTTq/Zl9TWKzb0N21eivdwuCx2FmvmGm89ZU4kyNKy0rGPQjEMSZ1SXnCnbbVW8MwnlkjZVlUnAl&#10;B/PZS2eKibYX/qFz6nMRIOwSVFB4XydSuqwgg65va+Lg/drGoA+yyaVu8BLgppLDKIqlwZLDQoE1&#10;LQvK/tKTUXAbTdabb8PHj8/y8LXwb3Et96hU97VdvIPw1Ppn+NHeaAUx/F8JN0DO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kRlwMMAAADaAAAADwAAAAAAAAAAAAAAAACf&#10;AgAAZHJzL2Rvd25yZXYueG1sUEsFBgAAAAAEAAQA9wAAAI8DAAAAAA==&#10;">
                  <v:imagedata r:id="rId9" o:title="El Mate Vive"/>
                </v:shape>
                <w10:wrap anchorx="margin"/>
              </v:group>
            </w:pict>
          </mc:Fallback>
        </mc:AlternateContent>
      </w:r>
    </w:p>
    <w:p w:rsidR="00BB1D6C" w:rsidRDefault="00BB1D6C" w:rsidP="003D31CC">
      <w:pPr>
        <w:tabs>
          <w:tab w:val="left" w:pos="8565"/>
        </w:tabs>
        <w:outlineLvl w:val="0"/>
        <w:rPr>
          <w:rFonts w:ascii="Calibri" w:hAnsi="Calibri" w:cs="Calibri"/>
          <w:sz w:val="22"/>
        </w:rPr>
      </w:pPr>
    </w:p>
    <w:p w:rsidR="00BB1D6C" w:rsidRDefault="00BB1D6C" w:rsidP="003D31CC">
      <w:pPr>
        <w:tabs>
          <w:tab w:val="left" w:pos="8565"/>
        </w:tabs>
        <w:outlineLvl w:val="0"/>
        <w:rPr>
          <w:rFonts w:ascii="Calibri" w:hAnsi="Calibri" w:cs="Calibri"/>
          <w:sz w:val="22"/>
        </w:rPr>
      </w:pPr>
    </w:p>
    <w:p w:rsidR="00BB1D6C" w:rsidRPr="00742B91" w:rsidRDefault="00BB1D6C" w:rsidP="003D31CC">
      <w:pPr>
        <w:tabs>
          <w:tab w:val="left" w:pos="8565"/>
        </w:tabs>
        <w:outlineLvl w:val="0"/>
        <w:rPr>
          <w:rFonts w:ascii="Calibri" w:hAnsi="Calibri" w:cs="Calibr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070"/>
        <w:gridCol w:w="1800"/>
        <w:gridCol w:w="3595"/>
      </w:tblGrid>
      <w:tr w:rsidR="00C02886" w:rsidRPr="00154A0B" w:rsidTr="00A743C5">
        <w:tc>
          <w:tcPr>
            <w:tcW w:w="7195" w:type="dxa"/>
            <w:gridSpan w:val="3"/>
            <w:shd w:val="clear" w:color="auto" w:fill="auto"/>
          </w:tcPr>
          <w:p w:rsidR="00C02886" w:rsidRPr="00154A0B" w:rsidRDefault="00C02886" w:rsidP="00C02886">
            <w:pPr>
              <w:rPr>
                <w:rFonts w:ascii="Cambria" w:hAnsi="Cambria" w:cs="Calibri"/>
              </w:rPr>
            </w:pPr>
            <w:r w:rsidRPr="00154A0B">
              <w:rPr>
                <w:rFonts w:ascii="Cambria" w:hAnsi="Cambria" w:cs="Calibri"/>
              </w:rPr>
              <w:t xml:space="preserve">1) </w:t>
            </w:r>
            <w:r w:rsidR="009D616E">
              <w:rPr>
                <w:rFonts w:ascii="Cambria" w:hAnsi="Cambria" w:cs="Calibri"/>
              </w:rPr>
              <w:t xml:space="preserve">Match the radius and </w:t>
            </w:r>
            <w:r w:rsidR="00316D16">
              <w:rPr>
                <w:rFonts w:ascii="Cambria" w:hAnsi="Cambria" w:cs="Calibri"/>
              </w:rPr>
              <w:t>diameter</w:t>
            </w:r>
            <w:r w:rsidR="009D616E">
              <w:rPr>
                <w:rFonts w:ascii="Cambria" w:hAnsi="Cambria" w:cs="Calibri"/>
              </w:rPr>
              <w:t xml:space="preserve"> with the appropriate line segment.</w:t>
            </w:r>
          </w:p>
          <w:p w:rsidR="00C02886" w:rsidRPr="00154A0B" w:rsidRDefault="00C02886" w:rsidP="00843FAF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27A7EC7" wp14:editId="705E762D">
                  <wp:simplePos x="0" y="0"/>
                  <wp:positionH relativeFrom="column">
                    <wp:posOffset>-2845</wp:posOffset>
                  </wp:positionH>
                  <wp:positionV relativeFrom="paragraph">
                    <wp:posOffset>167920</wp:posOffset>
                  </wp:positionV>
                  <wp:extent cx="1148080" cy="114808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0" t="3043" r="2718" b="2990"/>
                          <a:stretch/>
                        </pic:blipFill>
                        <pic:spPr bwMode="auto">
                          <a:xfrm>
                            <a:off x="0" y="0"/>
                            <a:ext cx="1148080" cy="1148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9D616E" w:rsidRDefault="009D616E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Line segment PQ</w:t>
            </w:r>
            <w:r w:rsidR="00316D16">
              <w:rPr>
                <w:rFonts w:ascii="Cambria" w:hAnsi="Cambria" w:cs="Calibri"/>
              </w:rPr>
              <w:t xml:space="preserve">                   </w:t>
            </w:r>
            <w:r>
              <w:rPr>
                <w:rFonts w:ascii="Cambria" w:hAnsi="Cambria" w:cs="Calibri"/>
              </w:rPr>
              <w:t>Radius</w:t>
            </w:r>
          </w:p>
          <w:p w:rsidR="009D616E" w:rsidRDefault="009D616E" w:rsidP="00843FAF">
            <w:pPr>
              <w:rPr>
                <w:rFonts w:ascii="Cambria" w:hAnsi="Cambria" w:cs="Calibri"/>
              </w:rPr>
            </w:pPr>
          </w:p>
          <w:p w:rsidR="009D616E" w:rsidRDefault="009D616E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Line segment BC</w:t>
            </w:r>
            <w:r w:rsidR="00316D16">
              <w:rPr>
                <w:rFonts w:ascii="Cambria" w:hAnsi="Cambria" w:cs="Calibri"/>
              </w:rPr>
              <w:t xml:space="preserve">                   </w:t>
            </w:r>
            <w:r>
              <w:rPr>
                <w:rFonts w:ascii="Cambria" w:hAnsi="Cambria" w:cs="Calibri"/>
              </w:rPr>
              <w:t>Diameter</w:t>
            </w:r>
          </w:p>
          <w:p w:rsidR="009D616E" w:rsidRDefault="009D616E" w:rsidP="00843FAF">
            <w:pPr>
              <w:rPr>
                <w:rFonts w:ascii="Cambria" w:hAnsi="Cambria" w:cs="Calibri"/>
              </w:rPr>
            </w:pPr>
          </w:p>
          <w:p w:rsidR="009D616E" w:rsidRPr="00154A0B" w:rsidRDefault="009D616E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Line Segment OA</w:t>
            </w:r>
          </w:p>
          <w:p w:rsidR="00C02886" w:rsidRDefault="00C02886" w:rsidP="00843FAF">
            <w:pPr>
              <w:rPr>
                <w:rFonts w:ascii="Cambria" w:hAnsi="Cambria" w:cs="Calibri"/>
              </w:rPr>
            </w:pPr>
          </w:p>
          <w:p w:rsidR="00C02886" w:rsidRPr="00154A0B" w:rsidRDefault="004E789C" w:rsidP="005D37FB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 </w:t>
            </w:r>
          </w:p>
        </w:tc>
        <w:tc>
          <w:tcPr>
            <w:tcW w:w="3595" w:type="dxa"/>
            <w:shd w:val="clear" w:color="auto" w:fill="auto"/>
          </w:tcPr>
          <w:p w:rsidR="00C02886" w:rsidRDefault="00C02886" w:rsidP="00C02886">
            <w:pPr>
              <w:rPr>
                <w:rFonts w:ascii="Cambria" w:hAnsi="Cambria" w:cs="Calibri"/>
              </w:rPr>
            </w:pPr>
            <w:r w:rsidRPr="00154A0B">
              <w:rPr>
                <w:rFonts w:ascii="Cambria" w:hAnsi="Cambria" w:cs="Calibri"/>
              </w:rPr>
              <w:t xml:space="preserve">3) </w:t>
            </w:r>
            <w:r w:rsidR="004E789C">
              <w:rPr>
                <w:rFonts w:ascii="Cambria" w:hAnsi="Cambria" w:cs="Calibri"/>
              </w:rPr>
              <w:t xml:space="preserve">Find the circumference </w:t>
            </w:r>
            <w:r w:rsidR="00316D16">
              <w:rPr>
                <w:rFonts w:ascii="Cambria" w:hAnsi="Cambria" w:cs="Calibri"/>
              </w:rPr>
              <w:t>of the circle below.</w:t>
            </w:r>
          </w:p>
          <w:p w:rsidR="004E789C" w:rsidRDefault="004E789C" w:rsidP="00C02886">
            <w:pPr>
              <w:rPr>
                <w:rFonts w:ascii="Cambria" w:hAnsi="Cambria" w:cs="Calibri"/>
              </w:rPr>
            </w:pPr>
          </w:p>
          <w:p w:rsidR="004E789C" w:rsidRPr="00154A0B" w:rsidRDefault="004E789C" w:rsidP="00C02886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inline distT="0" distB="0" distL="0" distR="0" wp14:anchorId="72E88D09" wp14:editId="5E7799AA">
                  <wp:extent cx="1356671" cy="1075334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215" cy="1085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2886" w:rsidRPr="00154A0B" w:rsidRDefault="00C02886" w:rsidP="005D37FB">
            <w:pPr>
              <w:rPr>
                <w:rFonts w:ascii="Cambria" w:hAnsi="Cambria" w:cs="Calibri"/>
              </w:rPr>
            </w:pPr>
          </w:p>
        </w:tc>
      </w:tr>
      <w:tr w:rsidR="00316D16" w:rsidRPr="00154A0B" w:rsidTr="00D7335F">
        <w:tc>
          <w:tcPr>
            <w:tcW w:w="5395" w:type="dxa"/>
            <w:gridSpan w:val="2"/>
            <w:shd w:val="clear" w:color="auto" w:fill="auto"/>
          </w:tcPr>
          <w:p w:rsidR="00316D16" w:rsidRDefault="00316D16" w:rsidP="009D616E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2D4EF14A" wp14:editId="488B7840">
                  <wp:simplePos x="0" y="0"/>
                  <wp:positionH relativeFrom="column">
                    <wp:posOffset>-44145</wp:posOffset>
                  </wp:positionH>
                  <wp:positionV relativeFrom="paragraph">
                    <wp:posOffset>469900</wp:posOffset>
                  </wp:positionV>
                  <wp:extent cx="3385820" cy="1755140"/>
                  <wp:effectExtent l="0" t="0" r="508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6" t="852" r="685" b="1071"/>
                          <a:stretch/>
                        </pic:blipFill>
                        <pic:spPr bwMode="auto">
                          <a:xfrm>
                            <a:off x="0" y="0"/>
                            <a:ext cx="3385820" cy="1755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>4) Find the radius and diameter of the given circumference.</w:t>
            </w:r>
          </w:p>
          <w:p w:rsidR="00316D16" w:rsidRDefault="00316D16" w:rsidP="009D616E">
            <w:pPr>
              <w:rPr>
                <w:noProof/>
              </w:rPr>
            </w:pPr>
          </w:p>
        </w:tc>
        <w:tc>
          <w:tcPr>
            <w:tcW w:w="5395" w:type="dxa"/>
            <w:gridSpan w:val="2"/>
            <w:shd w:val="clear" w:color="auto" w:fill="auto"/>
          </w:tcPr>
          <w:p w:rsidR="00F55F40" w:rsidRPr="00154A0B" w:rsidRDefault="00316D16" w:rsidP="00F55F4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5) </w:t>
            </w:r>
            <w:r w:rsidR="00F55F40">
              <w:rPr>
                <w:rFonts w:ascii="Cambria" w:hAnsi="Cambria" w:cs="Calibri"/>
              </w:rPr>
              <w:t>In your own words describe the difference between circumference and area of a circle?</w:t>
            </w:r>
          </w:p>
          <w:p w:rsidR="00316D16" w:rsidRPr="00154A0B" w:rsidRDefault="00316D16" w:rsidP="00316D16">
            <w:pPr>
              <w:rPr>
                <w:rFonts w:ascii="Cambria" w:hAnsi="Cambria" w:cs="Calibri"/>
              </w:rPr>
            </w:pPr>
          </w:p>
        </w:tc>
      </w:tr>
      <w:tr w:rsidR="00BB1D6C" w:rsidRPr="00154A0B" w:rsidTr="0051149B">
        <w:trPr>
          <w:trHeight w:val="30"/>
        </w:trPr>
        <w:tc>
          <w:tcPr>
            <w:tcW w:w="3325" w:type="dxa"/>
            <w:shd w:val="clear" w:color="auto" w:fill="auto"/>
          </w:tcPr>
          <w:p w:rsidR="00BB1D6C" w:rsidRDefault="00BB1D6C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5)</w:t>
            </w:r>
            <w:r w:rsidR="00316D16">
              <w:rPr>
                <w:rFonts w:ascii="Cambria" w:hAnsi="Cambria" w:cs="Calibri"/>
              </w:rPr>
              <w:t xml:space="preserve"> </w:t>
            </w:r>
            <w:r w:rsidR="0051149B">
              <w:rPr>
                <w:rFonts w:ascii="Cambria" w:hAnsi="Cambria" w:cs="Calibri"/>
              </w:rPr>
              <w:t>Find angle P in the triangle below.</w:t>
            </w:r>
          </w:p>
          <w:p w:rsidR="00A743C5" w:rsidRDefault="0051149B" w:rsidP="00843FAF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9911D52" wp14:editId="3F1EA61C">
                  <wp:simplePos x="0" y="0"/>
                  <wp:positionH relativeFrom="column">
                    <wp:posOffset>-32004</wp:posOffset>
                  </wp:positionH>
                  <wp:positionV relativeFrom="paragraph">
                    <wp:posOffset>109042</wp:posOffset>
                  </wp:positionV>
                  <wp:extent cx="1272540" cy="1069975"/>
                  <wp:effectExtent l="0" t="0" r="381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54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:rsidR="00BB1D6C" w:rsidRDefault="00BB1D6C" w:rsidP="00316D16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6)</w:t>
            </w:r>
            <w:r w:rsidR="00316D16">
              <w:rPr>
                <w:rFonts w:ascii="Cambria" w:hAnsi="Cambria" w:cs="Calibri"/>
              </w:rPr>
              <w:t xml:space="preserve"> A string </w:t>
            </w:r>
            <w:r w:rsidR="00A743C5">
              <w:rPr>
                <w:rFonts w:ascii="Cambria" w:hAnsi="Cambria" w:cs="Calibri"/>
              </w:rPr>
              <w:t xml:space="preserve">with </w:t>
            </w:r>
            <w:r w:rsidR="00316D16">
              <w:rPr>
                <w:rFonts w:ascii="Cambria" w:hAnsi="Cambria" w:cs="Calibri"/>
              </w:rPr>
              <w:t>the length of 18</w:t>
            </w:r>
            <m:oMath>
              <m:r>
                <w:rPr>
                  <w:rFonts w:ascii="Cambria Math" w:hAnsi="Cambria Math" w:cs="Calibri"/>
                </w:rPr>
                <m:t>π</m:t>
              </m:r>
            </m:oMath>
            <w:r w:rsidR="00316D16">
              <w:rPr>
                <w:rFonts w:ascii="Cambria" w:hAnsi="Cambria" w:cs="Calibri"/>
              </w:rPr>
              <w:t xml:space="preserve"> cm is bent to form a circle. What is the radius of the circle?</w:t>
            </w:r>
            <w:r w:rsidR="00316D16">
              <w:rPr>
                <w:rFonts w:ascii="Cambria" w:hAnsi="Cambria" w:cs="Calibri"/>
              </w:rPr>
              <w:br/>
            </w:r>
            <w:r w:rsidR="00316D16">
              <w:rPr>
                <w:rFonts w:ascii="Cambria" w:hAnsi="Cambria" w:cs="Calibri"/>
              </w:rPr>
              <w:br/>
            </w:r>
          </w:p>
        </w:tc>
        <w:tc>
          <w:tcPr>
            <w:tcW w:w="3595" w:type="dxa"/>
            <w:shd w:val="clear" w:color="auto" w:fill="auto"/>
          </w:tcPr>
          <w:p w:rsidR="00A743C5" w:rsidRDefault="00BB1D6C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7)</w:t>
            </w:r>
            <w:r w:rsidR="00A743C5">
              <w:rPr>
                <w:rFonts w:ascii="Cambria" w:hAnsi="Cambria" w:cs="Calibri"/>
              </w:rPr>
              <w:t xml:space="preserve"> Solve for y and find the missing interior angle of the triangle.</w:t>
            </w:r>
            <w:r w:rsidR="00A743C5">
              <w:rPr>
                <w:rFonts w:ascii="Cambria" w:hAnsi="Cambria" w:cs="Calibri"/>
              </w:rPr>
              <w:br/>
            </w:r>
            <w:r w:rsidR="00A743C5">
              <w:rPr>
                <w:noProof/>
              </w:rPr>
              <w:drawing>
                <wp:inline distT="0" distB="0" distL="0" distR="0" wp14:anchorId="15D7596A" wp14:editId="018DF7CD">
                  <wp:extent cx="2145665" cy="782955"/>
                  <wp:effectExtent l="0" t="0" r="698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5665" cy="78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1D6C" w:rsidRDefault="00A743C5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br/>
              <w:t>y=_____________</w:t>
            </w:r>
            <w:r>
              <w:rPr>
                <w:rFonts w:ascii="Cambria" w:hAnsi="Cambria" w:cs="Calibri"/>
              </w:rPr>
              <w:br/>
            </w:r>
          </w:p>
          <w:p w:rsidR="00A743C5" w:rsidRDefault="00A743C5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Interior angle=____________</w:t>
            </w: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</w:tc>
      </w:tr>
      <w:tr w:rsidR="00BB1D6C" w:rsidRPr="00154A0B" w:rsidTr="0051149B">
        <w:trPr>
          <w:trHeight w:val="27"/>
        </w:trPr>
        <w:tc>
          <w:tcPr>
            <w:tcW w:w="3325" w:type="dxa"/>
            <w:shd w:val="clear" w:color="auto" w:fill="auto"/>
          </w:tcPr>
          <w:p w:rsidR="00BB1D6C" w:rsidRDefault="00BB1D6C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8)</w:t>
            </w:r>
            <w:r w:rsidR="00A743C5">
              <w:rPr>
                <w:rFonts w:ascii="Cambria" w:hAnsi="Cambria" w:cs="Calibri"/>
              </w:rPr>
              <w:t xml:space="preserve"> What is the area of the circle below? </w:t>
            </w:r>
          </w:p>
          <w:p w:rsidR="00A743C5" w:rsidRDefault="00F55F40" w:rsidP="00843FAF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E68211B" wp14:editId="3BCAD40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39599</wp:posOffset>
                  </wp:positionV>
                  <wp:extent cx="1002030" cy="974725"/>
                  <wp:effectExtent l="0" t="0" r="762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030" cy="974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  <w:p w:rsidR="00A743C5" w:rsidRDefault="00A743C5" w:rsidP="00843FAF">
            <w:pPr>
              <w:rPr>
                <w:rFonts w:ascii="Cambria" w:hAnsi="Cambria" w:cs="Calibri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:rsidR="00BB1D6C" w:rsidRDefault="00BB1D6C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9)</w:t>
            </w:r>
            <w:r w:rsidR="00A743C5">
              <w:rPr>
                <w:rFonts w:ascii="Cambria" w:hAnsi="Cambria" w:cs="Calibri"/>
              </w:rPr>
              <w:t xml:space="preserve"> What is the area of the circle below? </w:t>
            </w:r>
          </w:p>
          <w:p w:rsidR="00A743C5" w:rsidRDefault="00F55F40" w:rsidP="00843FAF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6F3550A8" wp14:editId="6B6432BE">
                  <wp:simplePos x="0" y="0"/>
                  <wp:positionH relativeFrom="column">
                    <wp:posOffset>-34950</wp:posOffset>
                  </wp:positionH>
                  <wp:positionV relativeFrom="paragraph">
                    <wp:posOffset>37566</wp:posOffset>
                  </wp:positionV>
                  <wp:extent cx="1031240" cy="932180"/>
                  <wp:effectExtent l="0" t="0" r="0" b="127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93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95" w:type="dxa"/>
            <w:shd w:val="clear" w:color="auto" w:fill="auto"/>
          </w:tcPr>
          <w:p w:rsidR="00F55F40" w:rsidRDefault="00BB1D6C" w:rsidP="00F55F4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10)</w:t>
            </w:r>
            <w:r w:rsidR="00A743C5">
              <w:rPr>
                <w:rFonts w:ascii="Cambria" w:hAnsi="Cambria" w:cs="Calibri"/>
              </w:rPr>
              <w:t xml:space="preserve"> </w:t>
            </w:r>
            <w:r w:rsidR="0051149B">
              <w:rPr>
                <w:rFonts w:ascii="Cambria" w:hAnsi="Cambria" w:cs="Calibri"/>
              </w:rPr>
              <w:t>Solve for x and angle D based on the triangle below.</w:t>
            </w:r>
          </w:p>
          <w:p w:rsidR="005A5896" w:rsidRDefault="005A5896" w:rsidP="00F55F40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218A8707" wp14:editId="5A6AE5C4">
                  <wp:simplePos x="0" y="0"/>
                  <wp:positionH relativeFrom="column">
                    <wp:posOffset>805180</wp:posOffset>
                  </wp:positionH>
                  <wp:positionV relativeFrom="paragraph">
                    <wp:posOffset>114300</wp:posOffset>
                  </wp:positionV>
                  <wp:extent cx="1340485" cy="1309370"/>
                  <wp:effectExtent l="0" t="0" r="0" b="508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06" r="8975" b="3088"/>
                          <a:stretch/>
                        </pic:blipFill>
                        <pic:spPr bwMode="auto">
                          <a:xfrm>
                            <a:off x="0" y="0"/>
                            <a:ext cx="1340485" cy="13093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55F40" w:rsidRDefault="00F55F40" w:rsidP="00F55F40">
            <w:pPr>
              <w:rPr>
                <w:rFonts w:ascii="Cambria" w:hAnsi="Cambria" w:cs="Calibri"/>
              </w:rPr>
            </w:pPr>
          </w:p>
          <w:p w:rsidR="00BB1D6C" w:rsidRDefault="00BB1D6C" w:rsidP="00F55F40">
            <w:pPr>
              <w:rPr>
                <w:rFonts w:ascii="Cambria" w:hAnsi="Cambria" w:cs="Calibri"/>
              </w:rPr>
            </w:pPr>
          </w:p>
          <w:p w:rsidR="00F55F40" w:rsidRDefault="00F55F40" w:rsidP="00F55F40">
            <w:pPr>
              <w:rPr>
                <w:rFonts w:ascii="Cambria" w:hAnsi="Cambria" w:cs="Calibri"/>
              </w:rPr>
            </w:pPr>
          </w:p>
          <w:p w:rsidR="00F55F40" w:rsidRDefault="00F55F40" w:rsidP="00F55F40">
            <w:pPr>
              <w:rPr>
                <w:rFonts w:ascii="Cambria" w:hAnsi="Cambria" w:cs="Calibri"/>
              </w:rPr>
            </w:pPr>
          </w:p>
          <w:p w:rsidR="00F55F40" w:rsidRDefault="00F55F40" w:rsidP="00F55F40">
            <w:pPr>
              <w:rPr>
                <w:rFonts w:ascii="Cambria" w:hAnsi="Cambria" w:cs="Calibri"/>
              </w:rPr>
            </w:pPr>
          </w:p>
          <w:p w:rsidR="00F55F40" w:rsidRDefault="00F55F40" w:rsidP="00F55F40">
            <w:pPr>
              <w:rPr>
                <w:rFonts w:ascii="Cambria" w:hAnsi="Cambria" w:cs="Calibri"/>
              </w:rPr>
            </w:pPr>
          </w:p>
          <w:p w:rsidR="00F55F40" w:rsidRDefault="00F55F40" w:rsidP="00F55F40">
            <w:pPr>
              <w:rPr>
                <w:rFonts w:ascii="Cambria" w:hAnsi="Cambria" w:cs="Calibri"/>
              </w:rPr>
            </w:pPr>
          </w:p>
          <w:p w:rsidR="00F55F40" w:rsidRDefault="00F55F40" w:rsidP="00F55F40">
            <w:pPr>
              <w:rPr>
                <w:rFonts w:ascii="Cambria" w:hAnsi="Cambria" w:cs="Calibri"/>
              </w:rPr>
            </w:pPr>
          </w:p>
        </w:tc>
      </w:tr>
      <w:tr w:rsidR="00BB1D6C" w:rsidRPr="00154A0B" w:rsidTr="0051149B">
        <w:trPr>
          <w:trHeight w:val="27"/>
        </w:trPr>
        <w:tc>
          <w:tcPr>
            <w:tcW w:w="3325" w:type="dxa"/>
            <w:shd w:val="clear" w:color="auto" w:fill="auto"/>
          </w:tcPr>
          <w:p w:rsidR="00C02886" w:rsidRDefault="00BB1D6C" w:rsidP="00C02886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lastRenderedPageBreak/>
              <w:t>11</w:t>
            </w:r>
            <w:r w:rsidR="00C02886">
              <w:rPr>
                <w:rFonts w:ascii="Cambria" w:hAnsi="Cambria" w:cs="Calibri"/>
              </w:rPr>
              <w:t xml:space="preserve">) </w:t>
            </w:r>
            <w:r w:rsidR="00C02886" w:rsidRPr="00154A0B">
              <w:rPr>
                <w:rFonts w:ascii="Cambria" w:hAnsi="Cambria" w:cs="Calibri"/>
              </w:rPr>
              <w:t xml:space="preserve">Solve for x. </w:t>
            </w:r>
          </w:p>
          <w:p w:rsidR="0051149B" w:rsidRDefault="0051149B" w:rsidP="00C02886">
            <w:pPr>
              <w:rPr>
                <w:rFonts w:ascii="Cambria" w:hAnsi="Cambria" w:cs="Calibri"/>
              </w:rPr>
            </w:pPr>
          </w:p>
          <w:p w:rsidR="0051149B" w:rsidRDefault="0051149B" w:rsidP="00C02886">
            <w:pPr>
              <w:rPr>
                <w:rFonts w:ascii="Cambria" w:hAnsi="Cambria" w:cs="Calibri"/>
              </w:rPr>
            </w:pPr>
            <w:r w:rsidRPr="00154A0B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6AB675DC" wp14:editId="74D46497">
                  <wp:simplePos x="0" y="0"/>
                  <wp:positionH relativeFrom="column">
                    <wp:posOffset>143434</wp:posOffset>
                  </wp:positionH>
                  <wp:positionV relativeFrom="paragraph">
                    <wp:posOffset>71451</wp:posOffset>
                  </wp:positionV>
                  <wp:extent cx="1123950" cy="1219200"/>
                  <wp:effectExtent l="0" t="0" r="0" b="0"/>
                  <wp:wrapSquare wrapText="bothSides"/>
                  <wp:docPr id="16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1149B" w:rsidRDefault="0051149B" w:rsidP="00C02886">
            <w:pPr>
              <w:rPr>
                <w:rFonts w:ascii="Cambria" w:hAnsi="Cambria" w:cs="Calibri"/>
              </w:rPr>
            </w:pPr>
          </w:p>
          <w:p w:rsidR="0051149B" w:rsidRPr="00154A0B" w:rsidRDefault="0051149B" w:rsidP="00C02886">
            <w:pPr>
              <w:rPr>
                <w:rFonts w:ascii="Cambria" w:hAnsi="Cambria" w:cs="Calibri"/>
              </w:rPr>
            </w:pPr>
          </w:p>
          <w:p w:rsidR="00C02886" w:rsidRPr="00154A0B" w:rsidRDefault="00C02886" w:rsidP="00C02886">
            <w:pPr>
              <w:rPr>
                <w:rFonts w:ascii="Cambria" w:hAnsi="Cambria" w:cs="Calibri"/>
              </w:rPr>
            </w:pPr>
          </w:p>
          <w:p w:rsidR="00C02886" w:rsidRPr="00154A0B" w:rsidRDefault="00C02886" w:rsidP="00C02886">
            <w:pPr>
              <w:rPr>
                <w:rFonts w:ascii="Cambria" w:hAnsi="Cambria" w:cs="Calibri"/>
              </w:rPr>
            </w:pPr>
          </w:p>
          <w:p w:rsidR="00C02886" w:rsidRPr="00154A0B" w:rsidRDefault="00C02886" w:rsidP="00C02886">
            <w:pPr>
              <w:rPr>
                <w:rFonts w:ascii="Cambria" w:hAnsi="Cambria" w:cs="Calibri"/>
              </w:rPr>
            </w:pPr>
          </w:p>
          <w:p w:rsidR="00C02886" w:rsidRPr="00154A0B" w:rsidRDefault="00C02886" w:rsidP="00C02886">
            <w:pPr>
              <w:rPr>
                <w:rFonts w:ascii="Cambria" w:hAnsi="Cambria" w:cs="Calibri"/>
              </w:rPr>
            </w:pPr>
          </w:p>
          <w:p w:rsidR="00C02886" w:rsidRPr="00154A0B" w:rsidRDefault="00C02886" w:rsidP="00C02886">
            <w:pPr>
              <w:rPr>
                <w:rFonts w:ascii="Cambria" w:hAnsi="Cambria" w:cs="Calibri"/>
              </w:rPr>
            </w:pPr>
          </w:p>
          <w:p w:rsidR="00C02886" w:rsidRPr="00154A0B" w:rsidRDefault="00C02886" w:rsidP="00C02886">
            <w:pPr>
              <w:rPr>
                <w:rFonts w:ascii="Cambria" w:hAnsi="Cambria" w:cs="Calibri"/>
              </w:rPr>
            </w:pPr>
          </w:p>
          <w:p w:rsidR="00C02886" w:rsidRPr="00154A0B" w:rsidRDefault="00C02886" w:rsidP="00C02886">
            <w:pPr>
              <w:rPr>
                <w:rFonts w:ascii="Cambria" w:hAnsi="Cambria" w:cs="Calibri"/>
              </w:rPr>
            </w:pPr>
          </w:p>
          <w:p w:rsidR="00BB1D6C" w:rsidRDefault="00BB1D6C" w:rsidP="00C02886">
            <w:pPr>
              <w:rPr>
                <w:rFonts w:ascii="Cambria" w:hAnsi="Cambria" w:cs="Calibri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:rsidR="00BB1D6C" w:rsidRDefault="00BB1D6C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12)</w:t>
            </w:r>
            <w:r w:rsidR="00A61AAC">
              <w:rPr>
                <w:rFonts w:ascii="Cambria" w:hAnsi="Cambria" w:cs="Calibri"/>
              </w:rPr>
              <w:t xml:space="preserve"> What is the area of a circle with a radius of 10 cm?  </w:t>
            </w:r>
          </w:p>
          <w:p w:rsidR="00A61AAC" w:rsidRDefault="00A61AAC" w:rsidP="00843FAF">
            <w:pPr>
              <w:rPr>
                <w:rFonts w:ascii="Cambria" w:hAnsi="Cambria" w:cs="Calibri"/>
              </w:rPr>
            </w:pPr>
          </w:p>
          <w:p w:rsidR="00A61AAC" w:rsidRDefault="00A61AAC" w:rsidP="00843FAF">
            <w:pPr>
              <w:rPr>
                <w:rFonts w:ascii="Cambria" w:hAnsi="Cambria" w:cs="Calibri"/>
              </w:rPr>
            </w:pPr>
          </w:p>
        </w:tc>
        <w:tc>
          <w:tcPr>
            <w:tcW w:w="3595" w:type="dxa"/>
            <w:shd w:val="clear" w:color="auto" w:fill="auto"/>
          </w:tcPr>
          <w:p w:rsidR="00BB1D6C" w:rsidRDefault="00BB1D6C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13)</w:t>
            </w:r>
            <w:r w:rsidR="00A61AAC">
              <w:rPr>
                <w:rFonts w:ascii="Cambria" w:hAnsi="Cambria" w:cs="Calibri"/>
              </w:rPr>
              <w:t xml:space="preserve"> </w:t>
            </w:r>
            <w:r w:rsidR="0051149B">
              <w:rPr>
                <w:rFonts w:ascii="Cambria" w:hAnsi="Cambria" w:cs="Calibri"/>
              </w:rPr>
              <w:t>Find radius, diameter, and circumference given the area.</w:t>
            </w:r>
          </w:p>
          <w:p w:rsidR="00E74CCC" w:rsidRDefault="00E74CCC" w:rsidP="00843FAF">
            <w:pPr>
              <w:rPr>
                <w:rFonts w:ascii="Cambria" w:hAnsi="Cambria" w:cs="Calibri"/>
              </w:rPr>
            </w:pPr>
          </w:p>
          <w:p w:rsidR="00E74CCC" w:rsidRDefault="00E74CCC" w:rsidP="00843FAF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inline distT="0" distB="0" distL="0" distR="0" wp14:anchorId="7B8A3E92" wp14:editId="655E6170">
                  <wp:extent cx="1056206" cy="86319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384" cy="868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D6C" w:rsidRPr="00154A0B" w:rsidTr="0051149B">
        <w:trPr>
          <w:trHeight w:val="27"/>
        </w:trPr>
        <w:tc>
          <w:tcPr>
            <w:tcW w:w="3325" w:type="dxa"/>
            <w:shd w:val="clear" w:color="auto" w:fill="auto"/>
          </w:tcPr>
          <w:p w:rsidR="00BB1D6C" w:rsidRDefault="00BB1D6C" w:rsidP="00843FA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14)</w:t>
            </w:r>
            <w:r w:rsidR="00E74CCC">
              <w:rPr>
                <w:rFonts w:ascii="Cambria" w:hAnsi="Cambria" w:cs="Calibri"/>
              </w:rPr>
              <w:t xml:space="preserve"> Find the </w:t>
            </w:r>
            <w:r w:rsidR="00C46BC5">
              <w:rPr>
                <w:rFonts w:ascii="Cambria" w:hAnsi="Cambria" w:cs="Calibri"/>
              </w:rPr>
              <w:t>diameter</w:t>
            </w:r>
            <w:r w:rsidR="00E74CCC">
              <w:rPr>
                <w:rFonts w:ascii="Cambria" w:hAnsi="Cambria" w:cs="Calibri"/>
              </w:rPr>
              <w:t xml:space="preserve">, </w:t>
            </w:r>
            <w:r w:rsidR="00C46BC5">
              <w:rPr>
                <w:rFonts w:ascii="Cambria" w:hAnsi="Cambria" w:cs="Calibri"/>
              </w:rPr>
              <w:t>radius</w:t>
            </w:r>
            <w:r w:rsidR="00E74CCC">
              <w:rPr>
                <w:rFonts w:ascii="Cambria" w:hAnsi="Cambria" w:cs="Calibri"/>
              </w:rPr>
              <w:t xml:space="preserve">, and area given the circumference. </w:t>
            </w:r>
          </w:p>
          <w:p w:rsidR="00E74CCC" w:rsidRDefault="00E74CCC" w:rsidP="00843FAF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3CF3C9C8" wp14:editId="6F90DE3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175260</wp:posOffset>
                  </wp:positionV>
                  <wp:extent cx="1097280" cy="1044575"/>
                  <wp:effectExtent l="0" t="0" r="7620" b="3175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4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74CCC" w:rsidRDefault="00E74CCC" w:rsidP="00843FAF">
            <w:pPr>
              <w:rPr>
                <w:rFonts w:ascii="Cambria" w:hAnsi="Cambria" w:cs="Calibri"/>
              </w:rPr>
            </w:pPr>
          </w:p>
        </w:tc>
        <w:tc>
          <w:tcPr>
            <w:tcW w:w="3870" w:type="dxa"/>
            <w:gridSpan w:val="2"/>
            <w:shd w:val="clear" w:color="auto" w:fill="auto"/>
          </w:tcPr>
          <w:p w:rsidR="00A61AAC" w:rsidRDefault="00BB1D6C" w:rsidP="00A61AA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15)</w:t>
            </w:r>
            <w:r w:rsidR="00C02886">
              <w:rPr>
                <w:rFonts w:ascii="Cambria" w:hAnsi="Cambria" w:cs="Calibri"/>
              </w:rPr>
              <w:t xml:space="preserve"> </w:t>
            </w:r>
            <w:r w:rsidR="00A61AAC">
              <w:rPr>
                <w:rFonts w:ascii="Cambria" w:hAnsi="Cambria" w:cs="Calibri"/>
              </w:rPr>
              <w:t xml:space="preserve">Solve for </w:t>
            </w:r>
            <w:r w:rsidR="00A61AAC">
              <w:rPr>
                <w:rFonts w:ascii="Cambria" w:hAnsi="Cambria" w:cs="Calibri"/>
              </w:rPr>
              <w:t>x</w:t>
            </w:r>
            <w:r w:rsidR="00A61AAC">
              <w:rPr>
                <w:rFonts w:ascii="Cambria" w:hAnsi="Cambria" w:cs="Calibri"/>
              </w:rPr>
              <w:t xml:space="preserve"> and find the missing interior angle of the triangle.</w:t>
            </w:r>
            <w:r w:rsidR="00A61AAC">
              <w:rPr>
                <w:rFonts w:ascii="Cambria" w:hAnsi="Cambria" w:cs="Calibri"/>
              </w:rPr>
              <w:br/>
            </w:r>
            <w:r w:rsidR="00A61AAC">
              <w:rPr>
                <w:noProof/>
              </w:rPr>
              <w:drawing>
                <wp:inline distT="0" distB="0" distL="0" distR="0" wp14:anchorId="47B66566" wp14:editId="39868CCA">
                  <wp:extent cx="1977390" cy="636270"/>
                  <wp:effectExtent l="0" t="0" r="381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390" cy="63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1AAC" w:rsidRDefault="00A61AAC" w:rsidP="00A61AA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br/>
              <w:t>x</w:t>
            </w:r>
            <w:r>
              <w:rPr>
                <w:rFonts w:ascii="Cambria" w:hAnsi="Cambria" w:cs="Calibri"/>
              </w:rPr>
              <w:t>=_____________</w:t>
            </w:r>
            <w:r>
              <w:rPr>
                <w:rFonts w:ascii="Cambria" w:hAnsi="Cambria" w:cs="Calibri"/>
              </w:rPr>
              <w:br/>
            </w:r>
          </w:p>
          <w:p w:rsidR="00A61AAC" w:rsidRDefault="00A61AAC" w:rsidP="00A61AA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Interior angle=____________</w:t>
            </w:r>
          </w:p>
          <w:p w:rsidR="0051149B" w:rsidRDefault="0051149B" w:rsidP="00A61AAC">
            <w:pPr>
              <w:rPr>
                <w:rFonts w:ascii="Cambria" w:hAnsi="Cambria" w:cs="Calibri"/>
              </w:rPr>
            </w:pPr>
          </w:p>
          <w:p w:rsidR="0051149B" w:rsidRDefault="0051149B" w:rsidP="00A61AAC">
            <w:pPr>
              <w:rPr>
                <w:rFonts w:ascii="Cambria" w:hAnsi="Cambria" w:cs="Calibri"/>
              </w:rPr>
            </w:pPr>
          </w:p>
          <w:p w:rsidR="0051149B" w:rsidRDefault="0051149B" w:rsidP="00A61AAC">
            <w:pPr>
              <w:rPr>
                <w:rFonts w:ascii="Cambria" w:hAnsi="Cambria" w:cs="Calibri"/>
              </w:rPr>
            </w:pPr>
          </w:p>
          <w:p w:rsidR="0051149B" w:rsidRDefault="0051149B" w:rsidP="00A61AAC">
            <w:pPr>
              <w:rPr>
                <w:rFonts w:ascii="Cambria" w:hAnsi="Cambria" w:cs="Calibri"/>
              </w:rPr>
            </w:pPr>
          </w:p>
          <w:p w:rsidR="00BB1D6C" w:rsidRDefault="00BB1D6C" w:rsidP="00843FAF">
            <w:pPr>
              <w:rPr>
                <w:rFonts w:ascii="Cambria" w:hAnsi="Cambria" w:cs="Calibri"/>
              </w:rPr>
            </w:pPr>
          </w:p>
        </w:tc>
        <w:tc>
          <w:tcPr>
            <w:tcW w:w="3595" w:type="dxa"/>
            <w:shd w:val="clear" w:color="auto" w:fill="auto"/>
          </w:tcPr>
          <w:p w:rsidR="00BB1D6C" w:rsidRDefault="00BB1D6C" w:rsidP="0051149B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16)</w:t>
            </w:r>
            <w:r w:rsidR="00A61AAC">
              <w:rPr>
                <w:rFonts w:ascii="Cambria" w:hAnsi="Cambria" w:cs="Calibri"/>
              </w:rPr>
              <w:t xml:space="preserve"> </w:t>
            </w:r>
            <w:r w:rsidR="00E74CCC">
              <w:rPr>
                <w:rFonts w:ascii="Cambria" w:hAnsi="Cambria" w:cs="Calibri"/>
              </w:rPr>
              <w:t>I</w:t>
            </w:r>
            <w:r w:rsidR="00C46BC5">
              <w:rPr>
                <w:rFonts w:ascii="Cambria" w:hAnsi="Cambria" w:cs="Calibri"/>
              </w:rPr>
              <w:t xml:space="preserve">f Ms. </w:t>
            </w:r>
            <w:proofErr w:type="spellStart"/>
            <w:r w:rsidR="00C46BC5">
              <w:rPr>
                <w:rFonts w:ascii="Cambria" w:hAnsi="Cambria" w:cs="Calibri"/>
              </w:rPr>
              <w:t>Mitrovitch</w:t>
            </w:r>
            <w:proofErr w:type="spellEnd"/>
            <w:r w:rsidR="00C46BC5">
              <w:rPr>
                <w:rFonts w:ascii="Cambria" w:hAnsi="Cambria" w:cs="Calibri"/>
              </w:rPr>
              <w:t xml:space="preserve"> runs around the circular track at her gym and covers a distance 64π </w:t>
            </w:r>
            <w:proofErr w:type="spellStart"/>
            <w:r w:rsidR="00C46BC5">
              <w:rPr>
                <w:rFonts w:ascii="Cambria" w:hAnsi="Cambria" w:cs="Calibri"/>
              </w:rPr>
              <w:t>yd</w:t>
            </w:r>
            <w:proofErr w:type="spellEnd"/>
            <w:r w:rsidR="00C46BC5">
              <w:rPr>
                <w:rFonts w:ascii="Cambria" w:hAnsi="Cambria" w:cs="Calibri"/>
              </w:rPr>
              <w:t>, find the diameter, radius, and area.</w:t>
            </w:r>
          </w:p>
        </w:tc>
      </w:tr>
      <w:tr w:rsidR="00BB1D6C" w:rsidRPr="00154A0B" w:rsidTr="0051149B">
        <w:trPr>
          <w:trHeight w:val="27"/>
        </w:trPr>
        <w:tc>
          <w:tcPr>
            <w:tcW w:w="3325" w:type="dxa"/>
            <w:shd w:val="clear" w:color="auto" w:fill="auto"/>
          </w:tcPr>
          <w:p w:rsidR="00BB1D6C" w:rsidRDefault="00BB1D6C" w:rsidP="00CA6D54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17)</w:t>
            </w:r>
            <w:r w:rsidR="0051149B">
              <w:rPr>
                <w:rFonts w:ascii="Cambria" w:hAnsi="Cambria" w:cs="Calibri"/>
              </w:rPr>
              <w:t xml:space="preserve"> </w:t>
            </w:r>
            <w:r w:rsidR="00C46BC5">
              <w:rPr>
                <w:rFonts w:ascii="Cambria" w:hAnsi="Cambria" w:cs="Calibri"/>
              </w:rPr>
              <w:t xml:space="preserve">The area of a </w:t>
            </w:r>
            <w:r w:rsidR="00CA6D54">
              <w:rPr>
                <w:rFonts w:ascii="Cambria" w:hAnsi="Cambria" w:cs="Calibri"/>
              </w:rPr>
              <w:t>gold</w:t>
            </w:r>
            <w:r w:rsidR="00C46BC5">
              <w:rPr>
                <w:rFonts w:ascii="Cambria" w:hAnsi="Cambria" w:cs="Calibri"/>
              </w:rPr>
              <w:t xml:space="preserve"> coin is </w:t>
            </w:r>
            <w:proofErr w:type="gramStart"/>
            <w:r w:rsidR="00C46BC5">
              <w:rPr>
                <w:rFonts w:ascii="Cambria" w:hAnsi="Cambria" w:cs="Calibri"/>
              </w:rPr>
              <w:t xml:space="preserve">361π </w:t>
            </w:r>
            <w:proofErr w:type="gramEnd"/>
            <m:oMath>
              <m:r>
                <w:rPr>
                  <w:rFonts w:ascii="Cambria Math" w:hAnsi="Cambria Math" w:cs="Calibri"/>
                </w:rPr>
                <m:t>m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m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="00CA6D54">
              <w:rPr>
                <w:rFonts w:ascii="Cambria" w:hAnsi="Cambria" w:cs="Calibri"/>
              </w:rPr>
              <w:t>. What is the radius, diameter, and circumference of the coin?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BB1D6C" w:rsidRDefault="00BB1D6C" w:rsidP="0051149B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18)</w:t>
            </w:r>
            <w:r w:rsidR="00A61AAC">
              <w:rPr>
                <w:rFonts w:ascii="Cambria" w:hAnsi="Cambria" w:cs="Calibri"/>
              </w:rPr>
              <w:t xml:space="preserve"> </w:t>
            </w:r>
            <w:r w:rsidR="0051149B">
              <w:rPr>
                <w:rFonts w:ascii="Cambria" w:hAnsi="Cambria" w:cs="Calibri"/>
              </w:rPr>
              <w:t>A cow is tethered to a rope th</w:t>
            </w:r>
            <w:r w:rsidR="0051149B">
              <w:rPr>
                <w:rFonts w:ascii="Cambria" w:hAnsi="Cambria" w:cs="Calibri"/>
              </w:rPr>
              <w:t>at is 16ft long. What is the maximum circular distance the cow can walk and how much area is covered?</w:t>
            </w:r>
          </w:p>
        </w:tc>
        <w:tc>
          <w:tcPr>
            <w:tcW w:w="3595" w:type="dxa"/>
            <w:shd w:val="clear" w:color="auto" w:fill="auto"/>
          </w:tcPr>
          <w:p w:rsidR="009D616E" w:rsidRDefault="00BB1D6C" w:rsidP="009D616E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19)</w:t>
            </w:r>
            <w:r w:rsidR="009D616E">
              <w:rPr>
                <w:rFonts w:ascii="Cambria" w:hAnsi="Cambria" w:cs="Calibri"/>
              </w:rPr>
              <w:t xml:space="preserve"> </w:t>
            </w:r>
            <w:r w:rsidR="009D616E">
              <w:rPr>
                <w:rFonts w:ascii="Cambria" w:hAnsi="Cambria" w:cs="Calibri"/>
              </w:rPr>
              <w:t>Solve for x</w:t>
            </w:r>
          </w:p>
          <w:p w:rsidR="009D616E" w:rsidRDefault="009D616E" w:rsidP="009D616E">
            <w:pPr>
              <w:rPr>
                <w:rFonts w:ascii="Cambria" w:hAnsi="Cambria" w:cs="Calibri"/>
              </w:rPr>
            </w:pPr>
            <w:r w:rsidRPr="00742B91">
              <w:rPr>
                <w:noProof/>
              </w:rPr>
              <w:drawing>
                <wp:inline distT="0" distB="0" distL="0" distR="0" wp14:anchorId="27F57212" wp14:editId="0E25E081">
                  <wp:extent cx="2438400" cy="1885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D6C" w:rsidRDefault="00BB1D6C" w:rsidP="00843FAF">
            <w:pPr>
              <w:rPr>
                <w:rFonts w:ascii="Cambria" w:hAnsi="Cambria" w:cs="Calibri"/>
              </w:rPr>
            </w:pPr>
          </w:p>
          <w:p w:rsidR="005A5896" w:rsidRDefault="005A5896" w:rsidP="00843FAF">
            <w:pPr>
              <w:rPr>
                <w:rFonts w:ascii="Cambria" w:hAnsi="Cambria" w:cs="Calibri"/>
              </w:rPr>
            </w:pPr>
          </w:p>
          <w:p w:rsidR="005A5896" w:rsidRDefault="005A5896" w:rsidP="00843FAF">
            <w:pPr>
              <w:rPr>
                <w:rFonts w:ascii="Cambria" w:hAnsi="Cambria" w:cs="Calibri"/>
              </w:rPr>
            </w:pPr>
          </w:p>
          <w:p w:rsidR="005A5896" w:rsidRDefault="005A5896" w:rsidP="00843FAF">
            <w:pPr>
              <w:rPr>
                <w:rFonts w:ascii="Cambria" w:hAnsi="Cambria" w:cs="Calibri"/>
              </w:rPr>
            </w:pPr>
          </w:p>
          <w:p w:rsidR="005A5896" w:rsidRDefault="005A5896" w:rsidP="00843FAF">
            <w:pPr>
              <w:rPr>
                <w:rFonts w:ascii="Cambria" w:hAnsi="Cambria" w:cs="Calibri"/>
              </w:rPr>
            </w:pPr>
            <w:bookmarkStart w:id="0" w:name="_GoBack"/>
            <w:bookmarkEnd w:id="0"/>
          </w:p>
        </w:tc>
      </w:tr>
    </w:tbl>
    <w:p w:rsidR="000C28BC" w:rsidRPr="000C28BC" w:rsidRDefault="000C28BC" w:rsidP="000C28BC">
      <w:pPr>
        <w:rPr>
          <w:vanish/>
        </w:rPr>
      </w:pPr>
    </w:p>
    <w:sectPr w:rsidR="000C28BC" w:rsidRPr="000C28BC" w:rsidSect="007A2833">
      <w:footerReference w:type="default" r:id="rId2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33C" w:rsidRDefault="00B5133C">
      <w:r>
        <w:separator/>
      </w:r>
    </w:p>
  </w:endnote>
  <w:endnote w:type="continuationSeparator" w:id="0">
    <w:p w:rsidR="00B5133C" w:rsidRDefault="00B5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7FB" w:rsidRPr="008B41BB" w:rsidRDefault="00BB1D6C" w:rsidP="007A2833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Define YOUR Pride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33C" w:rsidRDefault="00B5133C">
      <w:r>
        <w:separator/>
      </w:r>
    </w:p>
  </w:footnote>
  <w:footnote w:type="continuationSeparator" w:id="0">
    <w:p w:rsidR="00B5133C" w:rsidRDefault="00B5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BB24B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DB1088"/>
    <w:multiLevelType w:val="hybridMultilevel"/>
    <w:tmpl w:val="CD9A1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65A6F"/>
    <w:multiLevelType w:val="hybridMultilevel"/>
    <w:tmpl w:val="CD9A1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6458C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519D4"/>
    <w:multiLevelType w:val="hybridMultilevel"/>
    <w:tmpl w:val="A53457FE"/>
    <w:lvl w:ilvl="0" w:tplc="FD621C6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15D21C7"/>
    <w:multiLevelType w:val="hybridMultilevel"/>
    <w:tmpl w:val="AA4CBD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87A8C"/>
    <w:multiLevelType w:val="hybridMultilevel"/>
    <w:tmpl w:val="CD9A1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B236A"/>
    <w:multiLevelType w:val="hybridMultilevel"/>
    <w:tmpl w:val="CD9A1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E1A6B"/>
    <w:multiLevelType w:val="hybridMultilevel"/>
    <w:tmpl w:val="AA4CBD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8C4F17"/>
    <w:multiLevelType w:val="hybridMultilevel"/>
    <w:tmpl w:val="AA4CBD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772EA5"/>
    <w:multiLevelType w:val="hybridMultilevel"/>
    <w:tmpl w:val="F94C798E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D6F97"/>
    <w:multiLevelType w:val="hybridMultilevel"/>
    <w:tmpl w:val="AA4CBD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6C5F8A"/>
    <w:multiLevelType w:val="hybridMultilevel"/>
    <w:tmpl w:val="AA4CBD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0192DD0"/>
    <w:multiLevelType w:val="hybridMultilevel"/>
    <w:tmpl w:val="4E600F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19"/>
  </w:num>
  <w:num w:numId="5">
    <w:abstractNumId w:val="14"/>
  </w:num>
  <w:num w:numId="6">
    <w:abstractNumId w:val="21"/>
  </w:num>
  <w:num w:numId="7">
    <w:abstractNumId w:val="15"/>
  </w:num>
  <w:num w:numId="8">
    <w:abstractNumId w:val="0"/>
  </w:num>
  <w:num w:numId="9">
    <w:abstractNumId w:val="17"/>
  </w:num>
  <w:num w:numId="10">
    <w:abstractNumId w:val="3"/>
  </w:num>
  <w:num w:numId="11">
    <w:abstractNumId w:val="20"/>
  </w:num>
  <w:num w:numId="12">
    <w:abstractNumId w:val="12"/>
  </w:num>
  <w:num w:numId="13">
    <w:abstractNumId w:val="5"/>
  </w:num>
  <w:num w:numId="14">
    <w:abstractNumId w:val="8"/>
  </w:num>
  <w:num w:numId="15">
    <w:abstractNumId w:val="18"/>
  </w:num>
  <w:num w:numId="16">
    <w:abstractNumId w:val="13"/>
  </w:num>
  <w:num w:numId="17">
    <w:abstractNumId w:val="10"/>
  </w:num>
  <w:num w:numId="18">
    <w:abstractNumId w:val="7"/>
  </w:num>
  <w:num w:numId="19">
    <w:abstractNumId w:val="2"/>
  </w:num>
  <w:num w:numId="20">
    <w:abstractNumId w:val="9"/>
  </w:num>
  <w:num w:numId="21">
    <w:abstractNumId w:val="1"/>
  </w:num>
  <w:num w:numId="2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066FF"/>
    <w:rsid w:val="00010A88"/>
    <w:rsid w:val="0003557D"/>
    <w:rsid w:val="000551D8"/>
    <w:rsid w:val="00087568"/>
    <w:rsid w:val="000C28BC"/>
    <w:rsid w:val="000C60EC"/>
    <w:rsid w:val="000E0DC5"/>
    <w:rsid w:val="00137B75"/>
    <w:rsid w:val="00141900"/>
    <w:rsid w:val="001618C7"/>
    <w:rsid w:val="001711A6"/>
    <w:rsid w:val="00181DA6"/>
    <w:rsid w:val="001A6F67"/>
    <w:rsid w:val="001B13F5"/>
    <w:rsid w:val="001B2C0F"/>
    <w:rsid w:val="001E691F"/>
    <w:rsid w:val="00212042"/>
    <w:rsid w:val="00290617"/>
    <w:rsid w:val="002B1C5C"/>
    <w:rsid w:val="002E3A87"/>
    <w:rsid w:val="0031046C"/>
    <w:rsid w:val="00316D16"/>
    <w:rsid w:val="00331DC0"/>
    <w:rsid w:val="00345AD2"/>
    <w:rsid w:val="00380419"/>
    <w:rsid w:val="003D31CC"/>
    <w:rsid w:val="004029A5"/>
    <w:rsid w:val="004901EA"/>
    <w:rsid w:val="004938DA"/>
    <w:rsid w:val="004E789C"/>
    <w:rsid w:val="004F4694"/>
    <w:rsid w:val="005066C4"/>
    <w:rsid w:val="0051149B"/>
    <w:rsid w:val="005360A4"/>
    <w:rsid w:val="00545CE5"/>
    <w:rsid w:val="00573C4E"/>
    <w:rsid w:val="0057616B"/>
    <w:rsid w:val="005902DF"/>
    <w:rsid w:val="005942CD"/>
    <w:rsid w:val="005A464B"/>
    <w:rsid w:val="005A5896"/>
    <w:rsid w:val="005C4B54"/>
    <w:rsid w:val="005D37FB"/>
    <w:rsid w:val="006115BF"/>
    <w:rsid w:val="00620C92"/>
    <w:rsid w:val="006462E0"/>
    <w:rsid w:val="006A26DF"/>
    <w:rsid w:val="006A5DE6"/>
    <w:rsid w:val="0070401D"/>
    <w:rsid w:val="007161E6"/>
    <w:rsid w:val="00735AE4"/>
    <w:rsid w:val="00742B91"/>
    <w:rsid w:val="007478C3"/>
    <w:rsid w:val="00751B89"/>
    <w:rsid w:val="007A2833"/>
    <w:rsid w:val="007E3934"/>
    <w:rsid w:val="00822326"/>
    <w:rsid w:val="00843FAF"/>
    <w:rsid w:val="00894F2F"/>
    <w:rsid w:val="008A436F"/>
    <w:rsid w:val="008A59C5"/>
    <w:rsid w:val="00904CF3"/>
    <w:rsid w:val="0092619A"/>
    <w:rsid w:val="009277B8"/>
    <w:rsid w:val="00930BE0"/>
    <w:rsid w:val="00931E40"/>
    <w:rsid w:val="00960324"/>
    <w:rsid w:val="009B2C2C"/>
    <w:rsid w:val="009B73B1"/>
    <w:rsid w:val="009D2BC2"/>
    <w:rsid w:val="009D616E"/>
    <w:rsid w:val="009E1A29"/>
    <w:rsid w:val="009E375E"/>
    <w:rsid w:val="00A07C0F"/>
    <w:rsid w:val="00A61AAC"/>
    <w:rsid w:val="00A71B2B"/>
    <w:rsid w:val="00A71D59"/>
    <w:rsid w:val="00A743C5"/>
    <w:rsid w:val="00A77F70"/>
    <w:rsid w:val="00A86B7D"/>
    <w:rsid w:val="00AA35E5"/>
    <w:rsid w:val="00AB4D23"/>
    <w:rsid w:val="00AE50D9"/>
    <w:rsid w:val="00B31FD7"/>
    <w:rsid w:val="00B5133C"/>
    <w:rsid w:val="00B53760"/>
    <w:rsid w:val="00B72313"/>
    <w:rsid w:val="00B81CCC"/>
    <w:rsid w:val="00BB0DBE"/>
    <w:rsid w:val="00BB1D6C"/>
    <w:rsid w:val="00BB5508"/>
    <w:rsid w:val="00BC5EC7"/>
    <w:rsid w:val="00BD2C8E"/>
    <w:rsid w:val="00C02886"/>
    <w:rsid w:val="00C04579"/>
    <w:rsid w:val="00C17828"/>
    <w:rsid w:val="00C20C87"/>
    <w:rsid w:val="00C24076"/>
    <w:rsid w:val="00C46BC5"/>
    <w:rsid w:val="00C561CA"/>
    <w:rsid w:val="00C738A1"/>
    <w:rsid w:val="00C814CA"/>
    <w:rsid w:val="00CA6D54"/>
    <w:rsid w:val="00CC6CFD"/>
    <w:rsid w:val="00D227E6"/>
    <w:rsid w:val="00D302A4"/>
    <w:rsid w:val="00D332CE"/>
    <w:rsid w:val="00D51CFE"/>
    <w:rsid w:val="00DA1AFC"/>
    <w:rsid w:val="00DA3EBA"/>
    <w:rsid w:val="00DD576E"/>
    <w:rsid w:val="00DE0AE0"/>
    <w:rsid w:val="00DE32D7"/>
    <w:rsid w:val="00E10F0A"/>
    <w:rsid w:val="00E16B27"/>
    <w:rsid w:val="00E61274"/>
    <w:rsid w:val="00E74CCC"/>
    <w:rsid w:val="00E81CCD"/>
    <w:rsid w:val="00E93A1C"/>
    <w:rsid w:val="00EA070E"/>
    <w:rsid w:val="00F054C3"/>
    <w:rsid w:val="00F22DAF"/>
    <w:rsid w:val="00F27730"/>
    <w:rsid w:val="00F32900"/>
    <w:rsid w:val="00F55F40"/>
    <w:rsid w:val="00F65876"/>
    <w:rsid w:val="00F75693"/>
    <w:rsid w:val="00F944B1"/>
    <w:rsid w:val="00FE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E435EE-6F44-433C-A3AD-D30540C25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 w:uiPriority="34" w:qFormat="1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2">
    <w:name w:val="Subtle Emphasis2"/>
    <w:basedOn w:val="Normal"/>
    <w:uiPriority w:val="34"/>
    <w:qFormat/>
    <w:rsid w:val="006B1927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741C52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5E4E7F"/>
    <w:pPr>
      <w:ind w:left="720"/>
    </w:pPr>
  </w:style>
  <w:style w:type="paragraph" w:customStyle="1" w:styleId="DarkList-Accent51">
    <w:name w:val="Dark List - Accent 51"/>
    <w:basedOn w:val="Normal"/>
    <w:qFormat/>
    <w:rsid w:val="00916AC6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C87B92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EE3E38"/>
    <w:pPr>
      <w:ind w:left="720"/>
      <w:contextualSpacing/>
    </w:pPr>
  </w:style>
  <w:style w:type="character" w:customStyle="1" w:styleId="LightGrid-Accent12">
    <w:name w:val="Light Grid - Accent 12"/>
    <w:uiPriority w:val="99"/>
    <w:rsid w:val="00AD48D6"/>
    <w:rPr>
      <w:color w:val="808080"/>
    </w:rPr>
  </w:style>
  <w:style w:type="character" w:customStyle="1" w:styleId="apple-style-span">
    <w:name w:val="apple-style-span"/>
    <w:rsid w:val="00CD65E9"/>
  </w:style>
  <w:style w:type="character" w:customStyle="1" w:styleId="apple-converted-space">
    <w:name w:val="apple-converted-space"/>
    <w:rsid w:val="00CD65E9"/>
  </w:style>
  <w:style w:type="paragraph" w:customStyle="1" w:styleId="ColorfulList-Accent11">
    <w:name w:val="Colorful List - Accent 11"/>
    <w:basedOn w:val="Normal"/>
    <w:uiPriority w:val="34"/>
    <w:qFormat/>
    <w:rsid w:val="009F3408"/>
    <w:pPr>
      <w:ind w:left="720"/>
      <w:contextualSpacing/>
    </w:pPr>
  </w:style>
  <w:style w:type="character" w:customStyle="1" w:styleId="MediumGrid11">
    <w:name w:val="Medium Grid 11"/>
    <w:uiPriority w:val="99"/>
    <w:rsid w:val="001E4A92"/>
    <w:rPr>
      <w:color w:val="808080"/>
    </w:rPr>
  </w:style>
  <w:style w:type="paragraph" w:customStyle="1" w:styleId="MediumGrid1-Accent22">
    <w:name w:val="Medium Grid 1 - Accent 22"/>
    <w:basedOn w:val="Normal"/>
    <w:uiPriority w:val="34"/>
    <w:qFormat/>
    <w:rsid w:val="00C0379D"/>
    <w:pPr>
      <w:ind w:left="720"/>
      <w:contextualSpacing/>
    </w:pPr>
  </w:style>
  <w:style w:type="character" w:customStyle="1" w:styleId="LightGrid-Accent13">
    <w:name w:val="Light Grid - Accent 13"/>
    <w:uiPriority w:val="99"/>
    <w:rsid w:val="00691B0E"/>
    <w:rPr>
      <w:color w:val="808080"/>
    </w:rPr>
  </w:style>
  <w:style w:type="paragraph" w:customStyle="1" w:styleId="ColorfulList-Accent12">
    <w:name w:val="Colorful List - Accent 12"/>
    <w:basedOn w:val="Normal"/>
    <w:uiPriority w:val="34"/>
    <w:qFormat/>
    <w:rsid w:val="00DD576E"/>
    <w:pPr>
      <w:ind w:left="720"/>
      <w:contextualSpacing/>
    </w:pPr>
  </w:style>
  <w:style w:type="character" w:styleId="PlaceholderText">
    <w:name w:val="Placeholder Text"/>
    <w:basedOn w:val="DefaultParagraphFont"/>
    <w:rsid w:val="00316D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0F3D3-92D1-4C8F-9C37-6DEB5AA6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177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Links>
    <vt:vector size="24" baseType="variant">
      <vt:variant>
        <vt:i4>7864397</vt:i4>
      </vt:variant>
      <vt:variant>
        <vt:i4>9</vt:i4>
      </vt:variant>
      <vt:variant>
        <vt:i4>0</vt:i4>
      </vt:variant>
      <vt:variant>
        <vt:i4>5</vt:i4>
      </vt:variant>
      <vt:variant>
        <vt:lpwstr>http://tinyurl.com/GEOMCP50</vt:lpwstr>
      </vt:variant>
      <vt:variant>
        <vt:lpwstr/>
      </vt:variant>
      <vt:variant>
        <vt:i4>7864397</vt:i4>
      </vt:variant>
      <vt:variant>
        <vt:i4>6</vt:i4>
      </vt:variant>
      <vt:variant>
        <vt:i4>0</vt:i4>
      </vt:variant>
      <vt:variant>
        <vt:i4>5</vt:i4>
      </vt:variant>
      <vt:variant>
        <vt:lpwstr>http://tinyurl.com/GEOMCP50</vt:lpwstr>
      </vt:variant>
      <vt:variant>
        <vt:lpwstr/>
      </vt:variant>
      <vt:variant>
        <vt:i4>7929924</vt:i4>
      </vt:variant>
      <vt:variant>
        <vt:i4>3</vt:i4>
      </vt:variant>
      <vt:variant>
        <vt:i4>0</vt:i4>
      </vt:variant>
      <vt:variant>
        <vt:i4>5</vt:i4>
      </vt:variant>
      <vt:variant>
        <vt:lpwstr>http://tinyurl.com/GEOMCP49</vt:lpwstr>
      </vt:variant>
      <vt:variant>
        <vt:lpwstr/>
      </vt:variant>
      <vt:variant>
        <vt:i4>7929925</vt:i4>
      </vt:variant>
      <vt:variant>
        <vt:i4>0</vt:i4>
      </vt:variant>
      <vt:variant>
        <vt:i4>0</vt:i4>
      </vt:variant>
      <vt:variant>
        <vt:i4>5</vt:i4>
      </vt:variant>
      <vt:variant>
        <vt:lpwstr>http://tinyurl.com/GEOMCP48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8</cp:revision>
  <cp:lastPrinted>2013-12-08T18:13:00Z</cp:lastPrinted>
  <dcterms:created xsi:type="dcterms:W3CDTF">2014-11-10T23:33:00Z</dcterms:created>
  <dcterms:modified xsi:type="dcterms:W3CDTF">2014-11-12T23:41:00Z</dcterms:modified>
</cp:coreProperties>
</file>